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20EC9" w14:textId="0F2A518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703BA2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836FAE7" w14:textId="77777777" w:rsidR="00295AC7" w:rsidRPr="009C54AE" w:rsidRDefault="00295AC7" w:rsidP="00295A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41D07" w14:textId="2DAB07A1" w:rsidR="00295AC7" w:rsidRPr="009C54AE" w:rsidRDefault="00295AC7" w:rsidP="00295A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5066D7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5066D7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01A565C" w14:textId="77777777" w:rsidR="00295AC7" w:rsidRDefault="00295AC7" w:rsidP="00295A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D6FBF78" w14:textId="5BE08DA1" w:rsidR="00295AC7" w:rsidRPr="00EA4832" w:rsidRDefault="00295AC7" w:rsidP="00295A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066D7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5066D7">
        <w:rPr>
          <w:rFonts w:ascii="Corbel" w:hAnsi="Corbel"/>
          <w:sz w:val="20"/>
          <w:szCs w:val="20"/>
        </w:rPr>
        <w:t>2</w:t>
      </w:r>
    </w:p>
    <w:p w14:paraId="3866DD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59DC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716152" w14:textId="77777777" w:rsidTr="00B819C8">
        <w:tc>
          <w:tcPr>
            <w:tcW w:w="2694" w:type="dxa"/>
            <w:vAlign w:val="center"/>
          </w:tcPr>
          <w:p w14:paraId="5B7287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CD9F9E" w14:textId="77777777" w:rsidR="0085747A" w:rsidRPr="009C54AE" w:rsidRDefault="000374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twórczości </w:t>
            </w:r>
          </w:p>
        </w:tc>
      </w:tr>
      <w:tr w:rsidR="0085747A" w:rsidRPr="009C54AE" w14:paraId="387AD53F" w14:textId="77777777" w:rsidTr="00B819C8">
        <w:tc>
          <w:tcPr>
            <w:tcW w:w="2694" w:type="dxa"/>
            <w:vAlign w:val="center"/>
          </w:tcPr>
          <w:p w14:paraId="22AF30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D146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37413" w:rsidRPr="009C54AE" w14:paraId="47DD07C6" w14:textId="77777777" w:rsidTr="00B819C8">
        <w:tc>
          <w:tcPr>
            <w:tcW w:w="2694" w:type="dxa"/>
            <w:vAlign w:val="center"/>
          </w:tcPr>
          <w:p w14:paraId="5B539326" w14:textId="77777777" w:rsidR="00037413" w:rsidRPr="009C54AE" w:rsidRDefault="000374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40FAAA" w14:textId="0C0E3121" w:rsidR="00037413" w:rsidRPr="009C54AE" w:rsidRDefault="00E81AB9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37413" w:rsidRPr="009C54AE" w14:paraId="0B54CEE4" w14:textId="77777777" w:rsidTr="00B819C8">
        <w:tc>
          <w:tcPr>
            <w:tcW w:w="2694" w:type="dxa"/>
            <w:vAlign w:val="center"/>
          </w:tcPr>
          <w:p w14:paraId="058023BB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E76685" w14:textId="0961E801" w:rsidR="00037413" w:rsidRPr="009C54AE" w:rsidRDefault="00E81AB9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413" w:rsidRPr="009C54AE" w14:paraId="793246B6" w14:textId="77777777" w:rsidTr="00B819C8">
        <w:tc>
          <w:tcPr>
            <w:tcW w:w="2694" w:type="dxa"/>
            <w:vAlign w:val="center"/>
          </w:tcPr>
          <w:p w14:paraId="4F91BABF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B61AE3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037413" w:rsidRPr="009C54AE" w14:paraId="350D62E9" w14:textId="77777777" w:rsidTr="00B819C8">
        <w:tc>
          <w:tcPr>
            <w:tcW w:w="2694" w:type="dxa"/>
            <w:vAlign w:val="center"/>
          </w:tcPr>
          <w:p w14:paraId="18CFA290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9C3E42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037413" w:rsidRPr="009C54AE" w14:paraId="22F0AE9D" w14:textId="77777777" w:rsidTr="00B819C8">
        <w:tc>
          <w:tcPr>
            <w:tcW w:w="2694" w:type="dxa"/>
            <w:vAlign w:val="center"/>
          </w:tcPr>
          <w:p w14:paraId="5D986513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6A8157" w14:textId="5CB189AF" w:rsidR="00037413" w:rsidRPr="009C54AE" w:rsidRDefault="00DB293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037413" w:rsidRPr="009C54AE" w14:paraId="003D7D93" w14:textId="77777777" w:rsidTr="00B819C8">
        <w:tc>
          <w:tcPr>
            <w:tcW w:w="2694" w:type="dxa"/>
            <w:vAlign w:val="center"/>
          </w:tcPr>
          <w:p w14:paraId="066785DF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875E67" w14:textId="576A9801" w:rsidR="00037413" w:rsidRPr="009C54AE" w:rsidRDefault="00DB293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37413" w:rsidRPr="009C54AE" w14:paraId="17A1DD02" w14:textId="77777777" w:rsidTr="00B819C8">
        <w:tc>
          <w:tcPr>
            <w:tcW w:w="2694" w:type="dxa"/>
            <w:vAlign w:val="center"/>
          </w:tcPr>
          <w:p w14:paraId="52070FF2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FBA2CF" w14:textId="77777777" w:rsidR="00037413" w:rsidRPr="009C54AE" w:rsidRDefault="00037413" w:rsidP="00EB2D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</w:t>
            </w:r>
            <w:r w:rsidR="00EB2D60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037413" w:rsidRPr="009C54AE" w14:paraId="3D807404" w14:textId="77777777" w:rsidTr="00B819C8">
        <w:tc>
          <w:tcPr>
            <w:tcW w:w="2694" w:type="dxa"/>
            <w:vAlign w:val="center"/>
          </w:tcPr>
          <w:p w14:paraId="37A8484E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EAA31D" w14:textId="77777777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37413" w:rsidRPr="009C54AE" w14:paraId="0A76C746" w14:textId="77777777" w:rsidTr="00B819C8">
        <w:tc>
          <w:tcPr>
            <w:tcW w:w="2694" w:type="dxa"/>
            <w:vAlign w:val="center"/>
          </w:tcPr>
          <w:p w14:paraId="03EF8730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21E5BA" w14:textId="1B0A254E" w:rsidR="00037413" w:rsidRPr="009C54AE" w:rsidRDefault="00DB293E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3741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037413" w:rsidRPr="009C54AE" w14:paraId="075DE88F" w14:textId="77777777" w:rsidTr="00B819C8">
        <w:tc>
          <w:tcPr>
            <w:tcW w:w="2694" w:type="dxa"/>
            <w:vAlign w:val="center"/>
          </w:tcPr>
          <w:p w14:paraId="09C76C79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991F98" w14:textId="77777777" w:rsidR="00037413" w:rsidRPr="009C54AE" w:rsidRDefault="00037413" w:rsidP="00037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Jerzy Tomala, prof. UR </w:t>
            </w:r>
          </w:p>
        </w:tc>
      </w:tr>
      <w:tr w:rsidR="00037413" w:rsidRPr="009C54AE" w14:paraId="476E340F" w14:textId="77777777" w:rsidTr="00B819C8">
        <w:tc>
          <w:tcPr>
            <w:tcW w:w="2694" w:type="dxa"/>
            <w:vAlign w:val="center"/>
          </w:tcPr>
          <w:p w14:paraId="38AF5D5D" w14:textId="77777777" w:rsidR="00037413" w:rsidRPr="009C54AE" w:rsidRDefault="000374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9D8117" w14:textId="69F20399" w:rsidR="00037413" w:rsidRPr="009C54AE" w:rsidRDefault="00037413" w:rsidP="00182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D0021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ECC94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F286F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310B1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070D0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95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11CE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8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97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5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E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1C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C8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8E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1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23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56F50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6237" w14:textId="77777777" w:rsidR="00015B8F" w:rsidRPr="009C54AE" w:rsidRDefault="00EB2D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87B7" w14:textId="77777777" w:rsidR="00015B8F" w:rsidRPr="009C54AE" w:rsidRDefault="000C12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1F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BE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B2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2B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EB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2E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F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4F1D" w14:textId="77777777" w:rsidR="00015B8F" w:rsidRPr="009C54AE" w:rsidRDefault="000C12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032A8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82F86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8031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E4C5EF" w14:textId="1379B11A" w:rsidR="0085747A" w:rsidRPr="00037413" w:rsidRDefault="00D70EBE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85747A" w:rsidRPr="00037413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088A424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1CAF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744DBA" w14:textId="563AC401" w:rsidR="009C54AE" w:rsidRDefault="00E22FBC" w:rsidP="000C12F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703BA2">
        <w:rPr>
          <w:rFonts w:ascii="Corbel" w:hAnsi="Corbel"/>
          <w:smallCaps w:val="0"/>
          <w:szCs w:val="24"/>
        </w:rPr>
        <w:t>przedmiotu (</w:t>
      </w:r>
      <w:r w:rsidR="000C12F5">
        <w:rPr>
          <w:rFonts w:ascii="Corbel" w:hAnsi="Corbel"/>
          <w:smallCaps w:val="0"/>
          <w:szCs w:val="24"/>
        </w:rPr>
        <w:t xml:space="preserve">z toku):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  <w:bookmarkStart w:id="0" w:name="_GoBack"/>
      <w:bookmarkEnd w:id="0"/>
    </w:p>
    <w:p w14:paraId="46D6C7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A72F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13F996" w14:textId="77777777" w:rsidTr="00745302">
        <w:tc>
          <w:tcPr>
            <w:tcW w:w="9670" w:type="dxa"/>
          </w:tcPr>
          <w:p w14:paraId="63D90927" w14:textId="77777777" w:rsidR="0085747A" w:rsidRPr="00703BA2" w:rsidRDefault="00037413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03BA2">
              <w:rPr>
                <w:b w:val="0"/>
                <w:bCs/>
                <w:sz w:val="22"/>
              </w:rPr>
              <w:t>Ogólna wiedza w zakresie różnych dziedzin sztuki</w:t>
            </w:r>
          </w:p>
          <w:p w14:paraId="1841097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35AB8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66B084" w14:textId="3697805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703BA2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08EBA1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8664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D76D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37413" w:rsidRPr="009C54AE" w14:paraId="22EEBAA9" w14:textId="77777777" w:rsidTr="00EE1EFE">
        <w:tc>
          <w:tcPr>
            <w:tcW w:w="851" w:type="dxa"/>
            <w:vAlign w:val="center"/>
          </w:tcPr>
          <w:p w14:paraId="578E4544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8042AE8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 xml:space="preserve">Kształcenie postawy kreacyjnej wobec rzeczywistości obserwowanej, przeżywanej </w:t>
            </w:r>
            <w:r w:rsidRPr="00EB2D60">
              <w:rPr>
                <w:rFonts w:ascii="Corbel" w:eastAsia="Calibri" w:hAnsi="Corbel" w:cs="Times New Roman"/>
              </w:rPr>
              <w:br/>
              <w:t>i wyobrażanej.</w:t>
            </w:r>
          </w:p>
        </w:tc>
      </w:tr>
      <w:tr w:rsidR="00037413" w:rsidRPr="009C54AE" w14:paraId="60702ED2" w14:textId="77777777" w:rsidTr="00EE1EFE">
        <w:tc>
          <w:tcPr>
            <w:tcW w:w="851" w:type="dxa"/>
            <w:vAlign w:val="center"/>
          </w:tcPr>
          <w:p w14:paraId="3B7B9799" w14:textId="77777777" w:rsidR="00037413" w:rsidRPr="009C54AE" w:rsidRDefault="0003741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F7396E3" w14:textId="77777777" w:rsidR="00037413" w:rsidRPr="00EB2D60" w:rsidRDefault="00037413" w:rsidP="00037413">
            <w:pPr>
              <w:pStyle w:val="Akapitzlist1"/>
              <w:ind w:left="0"/>
              <w:rPr>
                <w:rFonts w:ascii="Corbel" w:eastAsia="Calibri" w:hAnsi="Corbel" w:cs="Times New Roman"/>
              </w:rPr>
            </w:pPr>
            <w:r w:rsidRPr="00EB2D60">
              <w:rPr>
                <w:rFonts w:ascii="Corbel" w:eastAsia="Calibri" w:hAnsi="Corbel" w:cs="Times New Roman"/>
              </w:rPr>
              <w:t>Stymulowanie procesów wyobraźni i twórczego działania.</w:t>
            </w:r>
          </w:p>
        </w:tc>
      </w:tr>
      <w:tr w:rsidR="00037413" w:rsidRPr="009C54AE" w14:paraId="6AD3CE0B" w14:textId="77777777" w:rsidTr="00EE1EFE">
        <w:tc>
          <w:tcPr>
            <w:tcW w:w="851" w:type="dxa"/>
            <w:vAlign w:val="center"/>
          </w:tcPr>
          <w:p w14:paraId="4AC11C82" w14:textId="77777777" w:rsidR="00037413" w:rsidRPr="009C54AE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D6F887B" w14:textId="77777777" w:rsidR="00037413" w:rsidRPr="00EB2D60" w:rsidRDefault="00037413" w:rsidP="0003741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Kształcenie postawy kreatywności i akceptacji własnej osoby.</w:t>
            </w:r>
          </w:p>
        </w:tc>
      </w:tr>
      <w:tr w:rsidR="00037413" w:rsidRPr="009C54AE" w14:paraId="166717DF" w14:textId="77777777" w:rsidTr="00EE1EFE">
        <w:tc>
          <w:tcPr>
            <w:tcW w:w="851" w:type="dxa"/>
            <w:vAlign w:val="center"/>
          </w:tcPr>
          <w:p w14:paraId="5A946379" w14:textId="77777777" w:rsidR="00037413" w:rsidRDefault="000374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9B8ECF5" w14:textId="77777777" w:rsidR="00037413" w:rsidRPr="00EB2D60" w:rsidRDefault="00037413" w:rsidP="004F64A3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Nabywanie umiejętności stwarzania sytuacji, umożliwiających innym odnoszenie sukcesu oraz pokonywania własnych ograniczeń i wewnętrznych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zahamowań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 poprzez różne formy ekspresji.</w:t>
            </w:r>
          </w:p>
        </w:tc>
      </w:tr>
    </w:tbl>
    <w:p w14:paraId="0C0B87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5CE9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80FC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8D8725C" w14:textId="77777777" w:rsidTr="0071620A">
        <w:tc>
          <w:tcPr>
            <w:tcW w:w="1701" w:type="dxa"/>
            <w:vAlign w:val="center"/>
          </w:tcPr>
          <w:p w14:paraId="736229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D1F2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C425C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79606A6" w14:textId="77777777" w:rsidTr="005E6E85">
        <w:tc>
          <w:tcPr>
            <w:tcW w:w="1701" w:type="dxa"/>
          </w:tcPr>
          <w:p w14:paraId="32A81F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C375F8" w14:textId="77777777" w:rsidR="0085747A" w:rsidRPr="00EB2D60" w:rsidRDefault="00EB2D60" w:rsidP="00EB2D6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C12F5" w:rsidRPr="00EB2D60">
              <w:rPr>
                <w:rFonts w:ascii="Corbel" w:hAnsi="Corbel"/>
                <w:sz w:val="24"/>
                <w:szCs w:val="24"/>
              </w:rPr>
              <w:t>definiuje pojęcie twórczość, jej rodzaje i poziomy, określi kryteria postawy twórczej</w:t>
            </w:r>
          </w:p>
        </w:tc>
        <w:tc>
          <w:tcPr>
            <w:tcW w:w="1873" w:type="dxa"/>
          </w:tcPr>
          <w:p w14:paraId="4391B33D" w14:textId="77777777" w:rsidR="0085747A" w:rsidRPr="009C54AE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FA3E5D2" w14:textId="77777777" w:rsidTr="005E6E85">
        <w:tc>
          <w:tcPr>
            <w:tcW w:w="1701" w:type="dxa"/>
          </w:tcPr>
          <w:p w14:paraId="6189DF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5C9379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Omówi ćwiczenia rozwijające kreatywność dzieci</w:t>
            </w:r>
            <w:r w:rsidR="00EB2D60">
              <w:rPr>
                <w:rFonts w:ascii="Corbel" w:hAnsi="Corbel"/>
                <w:sz w:val="24"/>
                <w:szCs w:val="24"/>
              </w:rPr>
              <w:t xml:space="preserve"> i zaprojektuje scenariusz zajęć twórczych 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792390F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375B0F98" w14:textId="77777777" w:rsidTr="005E6E85">
        <w:tc>
          <w:tcPr>
            <w:tcW w:w="1701" w:type="dxa"/>
          </w:tcPr>
          <w:p w14:paraId="6DB46168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09D4DB" w14:textId="77777777" w:rsidR="0085747A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Scharakteryzuje działania rozwijające postawę twórczą uczestników procesów edukacyjno-wychowawczych</w:t>
            </w:r>
          </w:p>
        </w:tc>
        <w:tc>
          <w:tcPr>
            <w:tcW w:w="1873" w:type="dxa"/>
          </w:tcPr>
          <w:p w14:paraId="6037BBFC" w14:textId="77777777" w:rsidR="0085747A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55339800" w14:textId="77777777" w:rsidR="003447CD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C12F5" w:rsidRPr="009C54AE" w14:paraId="7D622327" w14:textId="77777777" w:rsidTr="005E6E85">
        <w:tc>
          <w:tcPr>
            <w:tcW w:w="1701" w:type="dxa"/>
          </w:tcPr>
          <w:p w14:paraId="3B71FAA8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9E0F7" w14:textId="77777777" w:rsidR="000C12F5" w:rsidRPr="00EB2D60" w:rsidRDefault="000C12F5" w:rsidP="00EB2D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Jest gotowy do rozwijania warsztatu pracy pedagoga łącząc wiedzę teoretyczną z praktyką</w:t>
            </w:r>
          </w:p>
        </w:tc>
        <w:tc>
          <w:tcPr>
            <w:tcW w:w="1873" w:type="dxa"/>
          </w:tcPr>
          <w:p w14:paraId="762826B7" w14:textId="77777777" w:rsidR="000C12F5" w:rsidRPr="003447CD" w:rsidRDefault="003447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47C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8EB85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DD18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DD03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CD30C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9A3CFC" w14:textId="77777777" w:rsidTr="00923D7D">
        <w:tc>
          <w:tcPr>
            <w:tcW w:w="9639" w:type="dxa"/>
          </w:tcPr>
          <w:p w14:paraId="22D5E4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12F5" w:rsidRPr="009C54AE" w14:paraId="29AB3540" w14:textId="77777777" w:rsidTr="00923D7D">
        <w:tc>
          <w:tcPr>
            <w:tcW w:w="9639" w:type="dxa"/>
          </w:tcPr>
          <w:p w14:paraId="722251DB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Zajęcia organizacyjne - zapoznanie z treściami programowymi, literaturą przedmiotu, wymaganiami związanymi z uzyskaniem zaliczenia. </w:t>
            </w:r>
          </w:p>
        </w:tc>
      </w:tr>
      <w:tr w:rsidR="000C12F5" w:rsidRPr="009C54AE" w14:paraId="6BA29B08" w14:textId="77777777" w:rsidTr="00923D7D">
        <w:tc>
          <w:tcPr>
            <w:tcW w:w="9639" w:type="dxa"/>
          </w:tcPr>
          <w:p w14:paraId="28269804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Pojęcie twórczości i kryteria postawy twórczej.</w:t>
            </w:r>
          </w:p>
        </w:tc>
      </w:tr>
      <w:tr w:rsidR="000C12F5" w:rsidRPr="009C54AE" w14:paraId="3B48A790" w14:textId="77777777" w:rsidTr="00923D7D">
        <w:tc>
          <w:tcPr>
            <w:tcW w:w="9639" w:type="dxa"/>
          </w:tcPr>
          <w:p w14:paraId="582269FB" w14:textId="77777777" w:rsidR="000C12F5" w:rsidRPr="00EB2D60" w:rsidRDefault="000C12F5" w:rsidP="00182260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Metody badań pedagogiki twórczości (poznawcze studium przypadku Howarda Grubera, metoda badań jednostek niepospolitych Howarda Gardnera, studium przypadku, kwestionariusze postaw twórczych KANH, SPTO )</w:t>
            </w:r>
          </w:p>
        </w:tc>
      </w:tr>
      <w:tr w:rsidR="000C12F5" w:rsidRPr="009C54AE" w14:paraId="59DD2EBF" w14:textId="77777777" w:rsidTr="00923D7D">
        <w:tc>
          <w:tcPr>
            <w:tcW w:w="9639" w:type="dxa"/>
          </w:tcPr>
          <w:p w14:paraId="6D510FEF" w14:textId="77777777" w:rsidR="000C12F5" w:rsidRPr="00EB2D60" w:rsidRDefault="000C12F5" w:rsidP="000C12F5">
            <w:pPr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Metody dydaktyki twórczości: działania twórcze o charakterze plastycznym (techniki „afektywne”); para-artystycznym i około plastycznym (sztuka i język „poezja aktywna”, dźwiękowym, filmowym); przykłady metod heurystycznych, trening twórczości, CPS, ćwiczenia </w:t>
            </w:r>
            <w:r w:rsidRPr="00EB2D60">
              <w:rPr>
                <w:rFonts w:ascii="Corbel" w:hAnsi="Corbel"/>
                <w:sz w:val="24"/>
                <w:szCs w:val="24"/>
              </w:rPr>
              <w:lastRenderedPageBreak/>
              <w:t>stymulujące tworzenie analogii i metafor - ćwiczenia praktyczne.</w:t>
            </w:r>
          </w:p>
        </w:tc>
      </w:tr>
    </w:tbl>
    <w:p w14:paraId="155737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E6884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07780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619B16D" w14:textId="77777777" w:rsidTr="00923D7D">
        <w:tc>
          <w:tcPr>
            <w:tcW w:w="9639" w:type="dxa"/>
          </w:tcPr>
          <w:p w14:paraId="59950C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45D4F9" w14:textId="77777777" w:rsidTr="00923D7D">
        <w:tc>
          <w:tcPr>
            <w:tcW w:w="9639" w:type="dxa"/>
          </w:tcPr>
          <w:p w14:paraId="62B873F8" w14:textId="77777777" w:rsidR="0085747A" w:rsidRPr="009C54AE" w:rsidRDefault="000C12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</w:t>
            </w:r>
          </w:p>
        </w:tc>
      </w:tr>
    </w:tbl>
    <w:p w14:paraId="67083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9FC2E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03E5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5E044" w14:textId="77777777" w:rsidR="0085747A" w:rsidRPr="00EB2D60" w:rsidRDefault="00153C41" w:rsidP="00EB2D60">
      <w:pPr>
        <w:spacing w:after="0"/>
        <w:rPr>
          <w:rFonts w:ascii="Corbel" w:hAnsi="Corbel"/>
          <w:sz w:val="24"/>
          <w:szCs w:val="24"/>
        </w:rPr>
      </w:pPr>
      <w:r w:rsidRPr="00EB2D60">
        <w:rPr>
          <w:rFonts w:ascii="Corbel" w:hAnsi="Corbel"/>
          <w:sz w:val="24"/>
          <w:szCs w:val="24"/>
        </w:rPr>
        <w:t>W</w:t>
      </w:r>
      <w:r w:rsidR="0085747A" w:rsidRPr="00EB2D60">
        <w:rPr>
          <w:rFonts w:ascii="Corbel" w:hAnsi="Corbel"/>
          <w:sz w:val="24"/>
          <w:szCs w:val="24"/>
        </w:rPr>
        <w:t>ykład</w:t>
      </w:r>
      <w:r w:rsidRPr="00EB2D60">
        <w:rPr>
          <w:rFonts w:ascii="Corbel" w:hAnsi="Corbel"/>
          <w:sz w:val="24"/>
          <w:szCs w:val="24"/>
        </w:rPr>
        <w:t>: wykład</w:t>
      </w:r>
      <w:r w:rsidR="0085747A" w:rsidRPr="00EB2D60">
        <w:rPr>
          <w:rFonts w:ascii="Corbel" w:hAnsi="Corbel"/>
          <w:sz w:val="24"/>
          <w:szCs w:val="24"/>
        </w:rPr>
        <w:t xml:space="preserve"> problemowy</w:t>
      </w:r>
      <w:r w:rsidR="00923D7D" w:rsidRPr="00EB2D60">
        <w:rPr>
          <w:rFonts w:ascii="Corbel" w:hAnsi="Corbel"/>
          <w:sz w:val="24"/>
          <w:szCs w:val="24"/>
        </w:rPr>
        <w:t xml:space="preserve">, </w:t>
      </w:r>
      <w:r w:rsidR="000C12F5" w:rsidRPr="00EB2D60">
        <w:rPr>
          <w:rFonts w:ascii="Corbel" w:hAnsi="Corbel"/>
          <w:sz w:val="24"/>
          <w:szCs w:val="24"/>
        </w:rPr>
        <w:t>analiza</w:t>
      </w:r>
      <w:r w:rsidR="009F4610" w:rsidRPr="00EB2D60">
        <w:rPr>
          <w:rFonts w:ascii="Corbel" w:hAnsi="Corbel"/>
          <w:sz w:val="24"/>
          <w:szCs w:val="24"/>
        </w:rPr>
        <w:t xml:space="preserve"> </w:t>
      </w:r>
      <w:r w:rsidR="00923D7D" w:rsidRPr="00EB2D60">
        <w:rPr>
          <w:rFonts w:ascii="Corbel" w:hAnsi="Corbel"/>
          <w:sz w:val="24"/>
          <w:szCs w:val="24"/>
        </w:rPr>
        <w:t>tekstów z dyskusją,</w:t>
      </w:r>
      <w:r w:rsidR="0085747A" w:rsidRPr="00EB2D60">
        <w:rPr>
          <w:rFonts w:ascii="Corbel" w:hAnsi="Corbel"/>
          <w:sz w:val="24"/>
          <w:szCs w:val="24"/>
        </w:rPr>
        <w:t xml:space="preserve"> metoda projektów</w:t>
      </w:r>
      <w:r w:rsidR="00923D7D" w:rsidRPr="00EB2D60">
        <w:rPr>
          <w:rFonts w:ascii="Corbel" w:hAnsi="Corbel"/>
          <w:sz w:val="24"/>
          <w:szCs w:val="24"/>
        </w:rPr>
        <w:t xml:space="preserve"> </w:t>
      </w:r>
      <w:r w:rsidR="0085747A" w:rsidRPr="00EB2D60">
        <w:rPr>
          <w:rFonts w:ascii="Corbel" w:hAnsi="Corbel"/>
          <w:sz w:val="24"/>
          <w:szCs w:val="24"/>
        </w:rPr>
        <w:t>(praktyczny</w:t>
      </w:r>
      <w:r w:rsidR="0071620A" w:rsidRPr="00EB2D60">
        <w:rPr>
          <w:rFonts w:ascii="Corbel" w:hAnsi="Corbel"/>
          <w:sz w:val="24"/>
          <w:szCs w:val="24"/>
        </w:rPr>
        <w:t xml:space="preserve">) </w:t>
      </w:r>
    </w:p>
    <w:p w14:paraId="46F95DBB" w14:textId="77777777" w:rsidR="0085747A" w:rsidRPr="00EB2D60" w:rsidRDefault="0085747A" w:rsidP="00EB2D60">
      <w:pPr>
        <w:spacing w:after="0"/>
        <w:rPr>
          <w:rFonts w:ascii="Corbel" w:hAnsi="Corbel"/>
          <w:sz w:val="24"/>
          <w:szCs w:val="24"/>
        </w:rPr>
      </w:pPr>
    </w:p>
    <w:p w14:paraId="678D9E4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FE17B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E055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5B1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ACFAB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A05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46F118E" w14:textId="77777777" w:rsidTr="00C05F44">
        <w:tc>
          <w:tcPr>
            <w:tcW w:w="1985" w:type="dxa"/>
            <w:vAlign w:val="center"/>
          </w:tcPr>
          <w:p w14:paraId="094E4DF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118E6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C12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8914D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4D7AC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6CC9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39B76F0" w14:textId="77777777" w:rsidTr="00C05F44">
        <w:tc>
          <w:tcPr>
            <w:tcW w:w="1985" w:type="dxa"/>
          </w:tcPr>
          <w:p w14:paraId="040123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AB2C7C3" w14:textId="62B022E5" w:rsidR="0085747A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77A6586E" w14:textId="77777777" w:rsidR="0085747A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5D7A2BA3" w14:textId="77777777" w:rsidTr="00C05F44">
        <w:tc>
          <w:tcPr>
            <w:tcW w:w="1985" w:type="dxa"/>
          </w:tcPr>
          <w:p w14:paraId="3E2E9C25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D2911CF" w14:textId="6113BD43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4B9CE7EC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1AD9795C" w14:textId="77777777" w:rsidTr="00C05F44">
        <w:tc>
          <w:tcPr>
            <w:tcW w:w="1985" w:type="dxa"/>
          </w:tcPr>
          <w:p w14:paraId="32E9036D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0354610" w14:textId="2AD3FAE1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06CDA903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C12F5" w:rsidRPr="009C54AE" w14:paraId="1B0A286A" w14:textId="77777777" w:rsidTr="00C05F44">
        <w:tc>
          <w:tcPr>
            <w:tcW w:w="1985" w:type="dxa"/>
          </w:tcPr>
          <w:p w14:paraId="24118AC7" w14:textId="77777777" w:rsidR="000C12F5" w:rsidRPr="009C54AE" w:rsidRDefault="000C12F5" w:rsidP="001822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05AB4A" w14:textId="06FD1FD3" w:rsidR="000C12F5" w:rsidRPr="00EB2D60" w:rsidRDefault="000C12F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projektowa,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dyskusja podczas wykładu problemowego</w:t>
            </w:r>
          </w:p>
        </w:tc>
        <w:tc>
          <w:tcPr>
            <w:tcW w:w="2126" w:type="dxa"/>
          </w:tcPr>
          <w:p w14:paraId="04891C2A" w14:textId="77777777" w:rsidR="000C12F5" w:rsidRPr="009C54AE" w:rsidRDefault="000C12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FBD23F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1A13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1793B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D1A4EE2" w14:textId="77777777" w:rsidTr="00923D7D">
        <w:tc>
          <w:tcPr>
            <w:tcW w:w="9670" w:type="dxa"/>
          </w:tcPr>
          <w:p w14:paraId="52DE817C" w14:textId="77777777" w:rsidR="0085747A" w:rsidRPr="009C54AE" w:rsidRDefault="00EB2D60" w:rsidP="00EB2D60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Praca projektowa na koniec semestru, opracowanie scenariusza działań twórczych w wybranej metodzie dydaktyki twórczości</w:t>
            </w:r>
          </w:p>
        </w:tc>
      </w:tr>
    </w:tbl>
    <w:p w14:paraId="35510F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DE44B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FF97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AC5FE4" w14:textId="77777777" w:rsidTr="003E1941">
        <w:tc>
          <w:tcPr>
            <w:tcW w:w="4962" w:type="dxa"/>
            <w:vAlign w:val="center"/>
          </w:tcPr>
          <w:p w14:paraId="56563E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B375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63F63D0" w14:textId="77777777" w:rsidTr="00923D7D">
        <w:tc>
          <w:tcPr>
            <w:tcW w:w="4962" w:type="dxa"/>
          </w:tcPr>
          <w:p w14:paraId="3FE77563" w14:textId="77777777" w:rsidR="0085747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EB2D60">
              <w:rPr>
                <w:rFonts w:ascii="Corbel" w:hAnsi="Corbel"/>
                <w:sz w:val="24"/>
                <w:szCs w:val="24"/>
              </w:rPr>
              <w:t>z</w:t>
            </w:r>
            <w:r w:rsidR="009C1331" w:rsidRPr="00EB2D6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B2D6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D8F1C5A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7BA1267" w14:textId="77777777" w:rsidTr="00923D7D">
        <w:tc>
          <w:tcPr>
            <w:tcW w:w="4962" w:type="dxa"/>
          </w:tcPr>
          <w:p w14:paraId="28E50877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829844" w14:textId="77777777" w:rsidR="00C61DC5" w:rsidRPr="009C54AE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E185D25" w14:textId="77777777" w:rsidR="00C61DC5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C6EE25" w14:textId="77777777" w:rsidTr="00923D7D">
        <w:tc>
          <w:tcPr>
            <w:tcW w:w="4962" w:type="dxa"/>
          </w:tcPr>
          <w:p w14:paraId="386101F0" w14:textId="77777777" w:rsidR="0071620A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7C942C3A" w14:textId="77777777" w:rsidR="00C61DC5" w:rsidRPr="009C54AE" w:rsidRDefault="00C61DC5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EB2D60">
              <w:rPr>
                <w:rFonts w:ascii="Corbel" w:hAnsi="Corbel"/>
                <w:sz w:val="24"/>
                <w:szCs w:val="24"/>
              </w:rPr>
              <w:t>wykładu problemowego, studiowanie literatury, opracowanie pracy projektowej)</w:t>
            </w:r>
          </w:p>
        </w:tc>
        <w:tc>
          <w:tcPr>
            <w:tcW w:w="4677" w:type="dxa"/>
          </w:tcPr>
          <w:p w14:paraId="5B719751" w14:textId="77777777" w:rsidR="00C61DC5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58</w:t>
            </w:r>
          </w:p>
        </w:tc>
      </w:tr>
      <w:tr w:rsidR="0085747A" w:rsidRPr="009C54AE" w14:paraId="511C1036" w14:textId="77777777" w:rsidTr="00923D7D">
        <w:tc>
          <w:tcPr>
            <w:tcW w:w="4962" w:type="dxa"/>
          </w:tcPr>
          <w:p w14:paraId="7DAAD4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DAB5657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840E430" w14:textId="77777777" w:rsidTr="00923D7D">
        <w:tc>
          <w:tcPr>
            <w:tcW w:w="4962" w:type="dxa"/>
          </w:tcPr>
          <w:p w14:paraId="3CA6C1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66D687" w14:textId="77777777" w:rsidR="0085747A" w:rsidRPr="009C54AE" w:rsidRDefault="00EB2D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7EFBE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9287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48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7BBD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67A412E" w14:textId="77777777" w:rsidTr="0071620A">
        <w:trPr>
          <w:trHeight w:val="397"/>
        </w:trPr>
        <w:tc>
          <w:tcPr>
            <w:tcW w:w="3544" w:type="dxa"/>
          </w:tcPr>
          <w:p w14:paraId="381F87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A2A3FF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AF15FB1" w14:textId="77777777" w:rsidTr="0071620A">
        <w:trPr>
          <w:trHeight w:val="397"/>
        </w:trPr>
        <w:tc>
          <w:tcPr>
            <w:tcW w:w="3544" w:type="dxa"/>
          </w:tcPr>
          <w:p w14:paraId="4B236F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86FF00" w14:textId="77777777" w:rsidR="0085747A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58F0E8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04653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CABC4E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45398C8" w14:textId="77777777" w:rsidTr="0071620A">
        <w:trPr>
          <w:trHeight w:val="397"/>
        </w:trPr>
        <w:tc>
          <w:tcPr>
            <w:tcW w:w="7513" w:type="dxa"/>
          </w:tcPr>
          <w:p w14:paraId="04AE78B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58C171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K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Pedagogika twórczości, GWP, Gdańsk 2007.</w:t>
            </w:r>
          </w:p>
          <w:p w14:paraId="4C01ED28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K. J.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Szmidt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Szkice do pedagogiki twórczości, Oficyna Wydawnicza IMPULS, Kraków 2001.</w:t>
            </w:r>
          </w:p>
          <w:p w14:paraId="00F400F6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Dobrołowicz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Psychodydaktyka kreatywności, WSPS, Warszawa 1995.</w:t>
            </w:r>
          </w:p>
          <w:p w14:paraId="2BD58049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>E. De Bono, Naucz się myśleć kreatywnie, Wyd. PRIMA, Warszawa 1995.</w:t>
            </w:r>
          </w:p>
          <w:p w14:paraId="38A73CB9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Górniok-Naglik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 dialogu sztuki z edukacją, Wydawnictwo AKAPIT, 2007.</w:t>
            </w:r>
          </w:p>
          <w:p w14:paraId="02D16023" w14:textId="0E0E8C9C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S. Popek, Kwestionariusz Twórczego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Zachowania KANH</w:t>
            </w:r>
            <w:r w:rsidRPr="00EB2D60">
              <w:rPr>
                <w:rFonts w:ascii="Corbel" w:hAnsi="Corbel"/>
                <w:sz w:val="24"/>
                <w:szCs w:val="24"/>
              </w:rPr>
              <w:t>, Lublin 2000.</w:t>
            </w:r>
          </w:p>
          <w:p w14:paraId="3561CF1F" w14:textId="77777777" w:rsidR="00EB2D60" w:rsidRPr="009C54AE" w:rsidRDefault="00EB2D60" w:rsidP="00EB2D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2D60">
              <w:rPr>
                <w:rFonts w:ascii="Corbel" w:hAnsi="Corbel"/>
                <w:b w:val="0"/>
                <w:smallCaps w:val="0"/>
                <w:szCs w:val="24"/>
              </w:rPr>
              <w:t>K. Krasoń, Skala Postaw Twórczych versus Odtwórczych (SPTO). Podręcznik do testu w wersji dla szkoły podstawowej kl. I-III, Impuls, Kraków 2011</w:t>
            </w:r>
          </w:p>
        </w:tc>
      </w:tr>
      <w:tr w:rsidR="0085747A" w:rsidRPr="009C54AE" w14:paraId="297314DB" w14:textId="77777777" w:rsidTr="0071620A">
        <w:trPr>
          <w:trHeight w:val="397"/>
        </w:trPr>
        <w:tc>
          <w:tcPr>
            <w:tcW w:w="7513" w:type="dxa"/>
          </w:tcPr>
          <w:p w14:paraId="1618E3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E93E8A" w14:textId="0CF932F6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E. De Bono, Naucz swoje </w:t>
            </w:r>
            <w:r w:rsidR="00703BA2" w:rsidRPr="00EB2D60">
              <w:rPr>
                <w:rFonts w:ascii="Corbel" w:hAnsi="Corbel"/>
                <w:sz w:val="24"/>
                <w:szCs w:val="24"/>
              </w:rPr>
              <w:t>dziecko myśleć</w:t>
            </w:r>
            <w:r w:rsidRPr="00EB2D60">
              <w:rPr>
                <w:rFonts w:ascii="Corbel" w:hAnsi="Corbel"/>
                <w:sz w:val="24"/>
                <w:szCs w:val="24"/>
              </w:rPr>
              <w:t xml:space="preserve"> kreatywnie, Wyd. PRIMA, Warszawa 1994.</w:t>
            </w:r>
          </w:p>
          <w:p w14:paraId="36111E02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Lazarus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Wyobraźnia w psychoterapii, GWP, Gdańsk 2000.</w:t>
            </w:r>
          </w:p>
          <w:p w14:paraId="49B8FF74" w14:textId="77777777" w:rsidR="00EB2D60" w:rsidRPr="00EB2D60" w:rsidRDefault="00EB2D60" w:rsidP="00EB2D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2D60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Kaduson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 xml:space="preserve">, C. </w:t>
            </w:r>
            <w:proofErr w:type="spellStart"/>
            <w:r w:rsidRPr="00EB2D60">
              <w:rPr>
                <w:rFonts w:ascii="Corbel" w:hAnsi="Corbel"/>
                <w:sz w:val="24"/>
                <w:szCs w:val="24"/>
              </w:rPr>
              <w:t>Schaefer</w:t>
            </w:r>
            <w:proofErr w:type="spellEnd"/>
            <w:r w:rsidRPr="00EB2D60">
              <w:rPr>
                <w:rFonts w:ascii="Corbel" w:hAnsi="Corbel"/>
                <w:sz w:val="24"/>
                <w:szCs w:val="24"/>
              </w:rPr>
              <w:t>, Zabawa w psychoterapii, GWP, Gdańsk 2002.</w:t>
            </w:r>
          </w:p>
          <w:p w14:paraId="592CDEFA" w14:textId="77777777" w:rsidR="00EB2D60" w:rsidRPr="009C54AE" w:rsidRDefault="00EB2D6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EF3E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22AE8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D36B0" w14:textId="77777777" w:rsidR="00EB558F" w:rsidRDefault="00EB558F" w:rsidP="00C16ABF">
      <w:pPr>
        <w:spacing w:after="0" w:line="240" w:lineRule="auto"/>
      </w:pPr>
      <w:r>
        <w:separator/>
      </w:r>
    </w:p>
  </w:endnote>
  <w:endnote w:type="continuationSeparator" w:id="0">
    <w:p w14:paraId="1C2384DC" w14:textId="77777777" w:rsidR="00EB558F" w:rsidRDefault="00EB55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BC14D" w14:textId="77777777" w:rsidR="00EB558F" w:rsidRDefault="00EB558F" w:rsidP="00C16ABF">
      <w:pPr>
        <w:spacing w:after="0" w:line="240" w:lineRule="auto"/>
      </w:pPr>
      <w:r>
        <w:separator/>
      </w:r>
    </w:p>
  </w:footnote>
  <w:footnote w:type="continuationSeparator" w:id="0">
    <w:p w14:paraId="6919C193" w14:textId="77777777" w:rsidR="00EB558F" w:rsidRDefault="00EB558F" w:rsidP="00C16ABF">
      <w:pPr>
        <w:spacing w:after="0" w:line="240" w:lineRule="auto"/>
      </w:pPr>
      <w:r>
        <w:continuationSeparator/>
      </w:r>
    </w:p>
  </w:footnote>
  <w:footnote w:id="1">
    <w:p w14:paraId="6045374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AA31B5"/>
    <w:multiLevelType w:val="hybridMultilevel"/>
    <w:tmpl w:val="B73A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B1A45"/>
    <w:multiLevelType w:val="hybridMultilevel"/>
    <w:tmpl w:val="FD00B4BA"/>
    <w:lvl w:ilvl="0" w:tplc="66C28F6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41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52C"/>
    <w:rsid w:val="000B192D"/>
    <w:rsid w:val="000B28EE"/>
    <w:rsid w:val="000B3E37"/>
    <w:rsid w:val="000C12F5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AC7"/>
    <w:rsid w:val="002A22BF"/>
    <w:rsid w:val="002A2389"/>
    <w:rsid w:val="002A628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7A9"/>
    <w:rsid w:val="003343CF"/>
    <w:rsid w:val="003447C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D7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A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2C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6839"/>
    <w:rsid w:val="0085747A"/>
    <w:rsid w:val="00884922"/>
    <w:rsid w:val="00885F64"/>
    <w:rsid w:val="008860F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4A8"/>
    <w:rsid w:val="008E64F4"/>
    <w:rsid w:val="008F12C9"/>
    <w:rsid w:val="008F6E29"/>
    <w:rsid w:val="00900F7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19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76F"/>
    <w:rsid w:val="00C94B98"/>
    <w:rsid w:val="00CA2B96"/>
    <w:rsid w:val="00CA5089"/>
    <w:rsid w:val="00CB42CB"/>
    <w:rsid w:val="00CC1D0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EBE"/>
    <w:rsid w:val="00D74119"/>
    <w:rsid w:val="00D8075B"/>
    <w:rsid w:val="00D8678B"/>
    <w:rsid w:val="00DA2114"/>
    <w:rsid w:val="00DB29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AB9"/>
    <w:rsid w:val="00E960BB"/>
    <w:rsid w:val="00EA2074"/>
    <w:rsid w:val="00EA4832"/>
    <w:rsid w:val="00EA4E9D"/>
    <w:rsid w:val="00EA51EE"/>
    <w:rsid w:val="00EB2D60"/>
    <w:rsid w:val="00EB55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58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37413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40309-3A69-4FDB-8DE2-D925876D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2020-10-19T09:44:00Z</cp:lastPrinted>
  <dcterms:created xsi:type="dcterms:W3CDTF">2019-11-01T19:06:00Z</dcterms:created>
  <dcterms:modified xsi:type="dcterms:W3CDTF">2021-09-27T11:28:00Z</dcterms:modified>
</cp:coreProperties>
</file>